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D23" w:rsidRDefault="00722A6B">
      <w:pPr>
        <w:rPr>
          <w:sz w:val="24"/>
          <w:szCs w:val="24"/>
        </w:rPr>
      </w:pPr>
      <w:r>
        <w:rPr>
          <w:sz w:val="24"/>
          <w:szCs w:val="24"/>
        </w:rPr>
        <w:t>Nom : ___________________________________</w:t>
      </w:r>
      <w:r>
        <w:rPr>
          <w:sz w:val="24"/>
          <w:szCs w:val="24"/>
        </w:rPr>
        <w:tab/>
        <w:t>Prénom : _____________________________</w:t>
      </w:r>
    </w:p>
    <w:p w:rsidR="00722A6B" w:rsidRDefault="00722A6B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___________________________________</w:t>
      </w:r>
    </w:p>
    <w:p w:rsidR="00722A6B" w:rsidRDefault="008A6DA6" w:rsidP="00722A6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Français </w:t>
      </w:r>
      <w:r w:rsidR="005F198A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1</w:t>
      </w:r>
      <w:r w:rsidR="00722A6B">
        <w:rPr>
          <w:b/>
          <w:sz w:val="24"/>
          <w:szCs w:val="24"/>
        </w:rPr>
        <w:t xml:space="preserve"> – </w:t>
      </w:r>
      <w:r w:rsidR="00881067">
        <w:rPr>
          <w:b/>
          <w:sz w:val="24"/>
          <w:szCs w:val="24"/>
        </w:rPr>
        <w:t>Introduction</w:t>
      </w:r>
    </w:p>
    <w:p w:rsidR="00722A6B" w:rsidRPr="008A6DA6" w:rsidRDefault="00881067" w:rsidP="00722A6B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Comment ça va ?</w:t>
      </w:r>
    </w:p>
    <w:p w:rsidR="005F198A" w:rsidRDefault="005F198A" w:rsidP="00722A6B">
      <w:pPr>
        <w:spacing w:after="0" w:line="240" w:lineRule="auto"/>
        <w:jc w:val="center"/>
        <w:rPr>
          <w:b/>
          <w:sz w:val="24"/>
          <w:szCs w:val="24"/>
        </w:rPr>
      </w:pPr>
    </w:p>
    <w:p w:rsidR="00722A6B" w:rsidRDefault="00881067" w:rsidP="00722A6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C’est la rentrée ! -</w:t>
      </w:r>
    </w:p>
    <w:p w:rsidR="00722A6B" w:rsidRDefault="005F198A" w:rsidP="00722A6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Contexte :</w:t>
      </w:r>
    </w:p>
    <w:p w:rsidR="00000000" w:rsidRPr="00881067" w:rsidRDefault="00881067" w:rsidP="00881067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sz w:val="24"/>
          <w:szCs w:val="24"/>
        </w:rPr>
      </w:pPr>
      <w:r w:rsidRPr="00881067">
        <w:rPr>
          <w:sz w:val="24"/>
          <w:szCs w:val="24"/>
        </w:rPr>
        <w:t>C’est</w:t>
      </w:r>
      <w:r w:rsidRPr="00881067">
        <w:rPr>
          <w:sz w:val="24"/>
          <w:szCs w:val="24"/>
        </w:rPr>
        <w:t xml:space="preserve"> la grande rentrée de l’école! Vous voyez vos amis après les grandes vacances et vous êtes curieux de savoir ce qu’ils ont fait.</w:t>
      </w:r>
    </w:p>
    <w:p w:rsidR="005F198A" w:rsidRDefault="005F198A" w:rsidP="00722A6B">
      <w:pPr>
        <w:spacing w:after="0" w:line="240" w:lineRule="auto"/>
        <w:rPr>
          <w:b/>
          <w:sz w:val="24"/>
          <w:szCs w:val="24"/>
        </w:rPr>
      </w:pPr>
    </w:p>
    <w:p w:rsidR="005F198A" w:rsidRDefault="005F198A" w:rsidP="00722A6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Tâche :</w:t>
      </w:r>
    </w:p>
    <w:p w:rsidR="00000000" w:rsidRPr="00881067" w:rsidRDefault="00881067" w:rsidP="00881067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sz w:val="24"/>
          <w:szCs w:val="24"/>
        </w:rPr>
      </w:pPr>
      <w:r w:rsidRPr="00881067">
        <w:rPr>
          <w:sz w:val="24"/>
          <w:szCs w:val="24"/>
        </w:rPr>
        <w:t>Tournez vos pupitres pour vous mettre face à face à une autre personne.</w:t>
      </w:r>
    </w:p>
    <w:p w:rsidR="00000000" w:rsidRPr="00881067" w:rsidRDefault="00881067" w:rsidP="00881067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sz w:val="24"/>
          <w:szCs w:val="24"/>
        </w:rPr>
      </w:pPr>
      <w:r w:rsidRPr="00881067">
        <w:rPr>
          <w:sz w:val="24"/>
          <w:szCs w:val="24"/>
        </w:rPr>
        <w:t>Prenez une feuille d’exercice.</w:t>
      </w:r>
    </w:p>
    <w:p w:rsidR="00000000" w:rsidRPr="00881067" w:rsidRDefault="00881067" w:rsidP="00881067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b/>
          <w:sz w:val="24"/>
          <w:szCs w:val="24"/>
        </w:rPr>
      </w:pPr>
      <w:r w:rsidRPr="00881067">
        <w:rPr>
          <w:sz w:val="24"/>
          <w:szCs w:val="24"/>
        </w:rPr>
        <w:t xml:space="preserve">Pour la personne devant vous, posez-leur les questions </w:t>
      </w:r>
      <w:r>
        <w:rPr>
          <w:sz w:val="24"/>
          <w:szCs w:val="24"/>
        </w:rPr>
        <w:t>données et marquez les réponses au-dessous</w:t>
      </w:r>
      <w:r w:rsidRPr="00881067">
        <w:rPr>
          <w:sz w:val="24"/>
          <w:szCs w:val="24"/>
        </w:rPr>
        <w:t>:</w:t>
      </w:r>
    </w:p>
    <w:p w:rsidR="00881067" w:rsidRDefault="00881067" w:rsidP="00722A6B">
      <w:pPr>
        <w:spacing w:after="0" w:line="240" w:lineRule="auto"/>
        <w:rPr>
          <w:b/>
          <w:sz w:val="24"/>
          <w:szCs w:val="24"/>
        </w:rPr>
      </w:pPr>
    </w:p>
    <w:p w:rsidR="00881067" w:rsidRDefault="00881067" w:rsidP="00722A6B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3780"/>
        <w:gridCol w:w="3545"/>
      </w:tblGrid>
      <w:tr w:rsidR="00881067" w:rsidTr="00881067">
        <w:tc>
          <w:tcPr>
            <w:tcW w:w="2358" w:type="dxa"/>
          </w:tcPr>
          <w:p w:rsidR="00881067" w:rsidRPr="00881067" w:rsidRDefault="00881067" w:rsidP="00881067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Prénom</w:t>
            </w:r>
          </w:p>
        </w:tc>
        <w:tc>
          <w:tcPr>
            <w:tcW w:w="3780" w:type="dxa"/>
          </w:tcPr>
          <w:p w:rsidR="00881067" w:rsidRDefault="00881067" w:rsidP="008810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Question 1</w:t>
            </w:r>
          </w:p>
        </w:tc>
        <w:tc>
          <w:tcPr>
            <w:tcW w:w="3545" w:type="dxa"/>
          </w:tcPr>
          <w:p w:rsidR="00881067" w:rsidRDefault="00881067" w:rsidP="008810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Question 2</w:t>
            </w:r>
          </w:p>
        </w:tc>
      </w:tr>
      <w:tr w:rsidR="00881067" w:rsidTr="00881067">
        <w:trPr>
          <w:trHeight w:val="1224"/>
        </w:trPr>
        <w:tc>
          <w:tcPr>
            <w:tcW w:w="2358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</w:tr>
      <w:tr w:rsidR="00881067" w:rsidTr="00881067">
        <w:trPr>
          <w:trHeight w:val="1224"/>
        </w:trPr>
        <w:tc>
          <w:tcPr>
            <w:tcW w:w="2358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</w:tr>
      <w:tr w:rsidR="00881067" w:rsidTr="00881067">
        <w:trPr>
          <w:trHeight w:val="1224"/>
        </w:trPr>
        <w:tc>
          <w:tcPr>
            <w:tcW w:w="2358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</w:tr>
      <w:tr w:rsidR="00881067" w:rsidTr="00881067">
        <w:trPr>
          <w:trHeight w:val="1224"/>
        </w:trPr>
        <w:tc>
          <w:tcPr>
            <w:tcW w:w="2358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</w:tr>
      <w:tr w:rsidR="00881067" w:rsidTr="00881067">
        <w:trPr>
          <w:trHeight w:val="1224"/>
        </w:trPr>
        <w:tc>
          <w:tcPr>
            <w:tcW w:w="2358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</w:tr>
      <w:tr w:rsidR="00881067" w:rsidTr="00881067">
        <w:trPr>
          <w:trHeight w:val="1224"/>
        </w:trPr>
        <w:tc>
          <w:tcPr>
            <w:tcW w:w="2358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</w:tr>
      <w:tr w:rsidR="00881067" w:rsidTr="00881067">
        <w:trPr>
          <w:trHeight w:val="1224"/>
        </w:trPr>
        <w:tc>
          <w:tcPr>
            <w:tcW w:w="2358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881067" w:rsidRDefault="00881067" w:rsidP="00722A6B">
            <w:pPr>
              <w:rPr>
                <w:b/>
                <w:sz w:val="24"/>
                <w:szCs w:val="24"/>
              </w:rPr>
            </w:pPr>
          </w:p>
        </w:tc>
      </w:tr>
    </w:tbl>
    <w:p w:rsidR="00881067" w:rsidRDefault="00881067" w:rsidP="0088106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Tâche :</w:t>
      </w:r>
    </w:p>
    <w:p w:rsidR="00881067" w:rsidRPr="00881067" w:rsidRDefault="00881067" w:rsidP="00881067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b/>
          <w:sz w:val="24"/>
          <w:szCs w:val="24"/>
        </w:rPr>
      </w:pPr>
      <w:r>
        <w:rPr>
          <w:sz w:val="24"/>
          <w:szCs w:val="24"/>
        </w:rPr>
        <w:t>Maintenant, il faut poser les mêmes questions mais cette fois aux autres à qui vous n’avez pas encore parlé.</w:t>
      </w:r>
    </w:p>
    <w:p w:rsidR="00881067" w:rsidRPr="00881067" w:rsidRDefault="00881067" w:rsidP="00881067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b/>
          <w:sz w:val="24"/>
          <w:szCs w:val="24"/>
        </w:rPr>
      </w:pPr>
      <w:r>
        <w:rPr>
          <w:sz w:val="24"/>
          <w:szCs w:val="24"/>
        </w:rPr>
        <w:t>Cette fois, il faut utiliser les expressions sans regarder l’écran !</w:t>
      </w:r>
      <w:bookmarkStart w:id="0" w:name="_GoBack"/>
      <w:bookmarkEnd w:id="0"/>
    </w:p>
    <w:p w:rsidR="00881067" w:rsidRDefault="00881067" w:rsidP="00881067">
      <w:pPr>
        <w:spacing w:after="0" w:line="240" w:lineRule="auto"/>
        <w:rPr>
          <w:b/>
          <w:sz w:val="24"/>
          <w:szCs w:val="24"/>
        </w:rPr>
      </w:pPr>
    </w:p>
    <w:p w:rsidR="00881067" w:rsidRDefault="00881067" w:rsidP="00881067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3780"/>
        <w:gridCol w:w="3545"/>
      </w:tblGrid>
      <w:tr w:rsidR="00881067" w:rsidTr="00F957DE">
        <w:tc>
          <w:tcPr>
            <w:tcW w:w="2358" w:type="dxa"/>
          </w:tcPr>
          <w:p w:rsidR="00881067" w:rsidRPr="00881067" w:rsidRDefault="00881067" w:rsidP="00F957DE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Prénom</w:t>
            </w:r>
          </w:p>
        </w:tc>
        <w:tc>
          <w:tcPr>
            <w:tcW w:w="3780" w:type="dxa"/>
          </w:tcPr>
          <w:p w:rsidR="00881067" w:rsidRDefault="00881067" w:rsidP="00F957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Question 1</w:t>
            </w:r>
          </w:p>
        </w:tc>
        <w:tc>
          <w:tcPr>
            <w:tcW w:w="3545" w:type="dxa"/>
          </w:tcPr>
          <w:p w:rsidR="00881067" w:rsidRDefault="00881067" w:rsidP="00F957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Question 2</w:t>
            </w:r>
          </w:p>
        </w:tc>
      </w:tr>
      <w:tr w:rsidR="00881067" w:rsidTr="00F957DE">
        <w:trPr>
          <w:trHeight w:val="1224"/>
        </w:trPr>
        <w:tc>
          <w:tcPr>
            <w:tcW w:w="2358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</w:tr>
      <w:tr w:rsidR="00881067" w:rsidTr="00F957DE">
        <w:trPr>
          <w:trHeight w:val="1224"/>
        </w:trPr>
        <w:tc>
          <w:tcPr>
            <w:tcW w:w="2358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</w:tr>
      <w:tr w:rsidR="00881067" w:rsidTr="00F957DE">
        <w:trPr>
          <w:trHeight w:val="1224"/>
        </w:trPr>
        <w:tc>
          <w:tcPr>
            <w:tcW w:w="2358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</w:tr>
      <w:tr w:rsidR="00881067" w:rsidTr="00F957DE">
        <w:trPr>
          <w:trHeight w:val="1224"/>
        </w:trPr>
        <w:tc>
          <w:tcPr>
            <w:tcW w:w="2358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</w:tr>
      <w:tr w:rsidR="00881067" w:rsidTr="00F957DE">
        <w:trPr>
          <w:trHeight w:val="1224"/>
        </w:trPr>
        <w:tc>
          <w:tcPr>
            <w:tcW w:w="2358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</w:tr>
      <w:tr w:rsidR="00881067" w:rsidTr="00F957DE">
        <w:trPr>
          <w:trHeight w:val="1224"/>
        </w:trPr>
        <w:tc>
          <w:tcPr>
            <w:tcW w:w="2358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</w:tr>
      <w:tr w:rsidR="00881067" w:rsidTr="00F957DE">
        <w:trPr>
          <w:trHeight w:val="1224"/>
        </w:trPr>
        <w:tc>
          <w:tcPr>
            <w:tcW w:w="2358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881067" w:rsidRDefault="00881067" w:rsidP="00F957DE">
            <w:pPr>
              <w:rPr>
                <w:b/>
                <w:sz w:val="24"/>
                <w:szCs w:val="24"/>
              </w:rPr>
            </w:pPr>
          </w:p>
        </w:tc>
      </w:tr>
    </w:tbl>
    <w:p w:rsidR="00881067" w:rsidRPr="00722A6B" w:rsidRDefault="00881067" w:rsidP="00722A6B">
      <w:pPr>
        <w:spacing w:after="0" w:line="240" w:lineRule="auto"/>
        <w:rPr>
          <w:b/>
          <w:sz w:val="24"/>
          <w:szCs w:val="24"/>
        </w:rPr>
      </w:pPr>
    </w:p>
    <w:sectPr w:rsidR="00881067" w:rsidRPr="00722A6B" w:rsidSect="00722A6B">
      <w:pgSz w:w="11906" w:h="16838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80745"/>
    <w:multiLevelType w:val="hybridMultilevel"/>
    <w:tmpl w:val="1DDE352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2965134"/>
    <w:multiLevelType w:val="hybridMultilevel"/>
    <w:tmpl w:val="188883F8"/>
    <w:lvl w:ilvl="0" w:tplc="668A25F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2B03F96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A8298E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F4A0FE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2E8422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FA8400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0120A1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34A6ED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9AE56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5874550"/>
    <w:multiLevelType w:val="hybridMultilevel"/>
    <w:tmpl w:val="8E8C0C5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15A7418"/>
    <w:multiLevelType w:val="hybridMultilevel"/>
    <w:tmpl w:val="20C804B0"/>
    <w:lvl w:ilvl="0" w:tplc="2E4A3CA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17E5EAE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F1E885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706E3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EAD10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E223202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B909298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13059C6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6C6D13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111"/>
    <w:rsid w:val="00070D23"/>
    <w:rsid w:val="00562995"/>
    <w:rsid w:val="005F198A"/>
    <w:rsid w:val="00722A6B"/>
    <w:rsid w:val="00881067"/>
    <w:rsid w:val="008A6DA6"/>
    <w:rsid w:val="00B31111"/>
    <w:rsid w:val="00BE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10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10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10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1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8460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1981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5751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3392">
          <w:marLeft w:val="116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04%20-%20Templates\FR%2041%20-%20Writing%20Activ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FR 41 - Writing Activity</Template>
  <TotalTime>10</TotalTime>
  <Pages>2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2012-08-30T15:24:00Z</dcterms:created>
  <dcterms:modified xsi:type="dcterms:W3CDTF">2012-08-30T15:34:00Z</dcterms:modified>
</cp:coreProperties>
</file>